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1E7" w:rsidRDefault="00A241E7" w:rsidP="00A24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التواب</w:t>
      </w:r>
    </w:p>
    <w:p w:rsidR="00A241E7" w:rsidRDefault="00A241E7" w:rsidP="00A24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241E7" w:rsidRDefault="00A241E7" w:rsidP="00A24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التواب الرحيم</w:t>
      </w:r>
    </w:p>
    <w:p w:rsidR="00A241E7" w:rsidRDefault="00A241E7" w:rsidP="00A24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118 )</w:t>
      </w:r>
    </w:p>
    <w:p w:rsidR="00F357C8" w:rsidRDefault="00F357C8" w:rsidP="00055B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التواب</w:t>
      </w:r>
    </w:p>
    <w:p w:rsidR="00A241E7" w:rsidRDefault="00A241E7" w:rsidP="00055B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يوفق من يشاء من عباده للتوبة ، ويقبلها منهم .</w:t>
      </w:r>
    </w:p>
    <w:p w:rsidR="0024769C" w:rsidRPr="00055B29" w:rsidRDefault="00C428C4" w:rsidP="00055B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055B29" w:rsidSect="00E800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266F9"/>
    <w:rsid w:val="00055B29"/>
    <w:rsid w:val="0024769C"/>
    <w:rsid w:val="002A3CCC"/>
    <w:rsid w:val="006B1ADA"/>
    <w:rsid w:val="007126AB"/>
    <w:rsid w:val="00732CB3"/>
    <w:rsid w:val="00750EF2"/>
    <w:rsid w:val="00766788"/>
    <w:rsid w:val="008C2BDE"/>
    <w:rsid w:val="00A241E7"/>
    <w:rsid w:val="00BE5018"/>
    <w:rsid w:val="00C26742"/>
    <w:rsid w:val="00C428C4"/>
    <w:rsid w:val="00DC6F38"/>
    <w:rsid w:val="00E266F9"/>
    <w:rsid w:val="00F357C8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1D687B"/>
  <w15:docId w15:val="{BCB580B9-FC67-4E4F-9E31-06F2EFC0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2015-01-29T05:35:00Z</dcterms:created>
  <dcterms:modified xsi:type="dcterms:W3CDTF">2017-08-05T07:18:00Z</dcterms:modified>
</cp:coreProperties>
</file>